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BEC" w:rsidRPr="00FD21A8" w:rsidRDefault="00CE3BEC">
      <w:pPr>
        <w:pageBreakBefore/>
        <w:spacing w:line="480" w:lineRule="auto"/>
      </w:pPr>
      <w:r w:rsidRPr="00FD21A8">
        <w:rPr>
          <w:rFonts w:hint="eastAsia"/>
        </w:rPr>
        <w:t>第</w:t>
      </w:r>
      <w:r w:rsidR="00F15529" w:rsidRPr="00FD21A8">
        <w:rPr>
          <w:rFonts w:hint="eastAsia"/>
        </w:rPr>
        <w:t>2</w:t>
      </w:r>
      <w:r w:rsidRPr="00FD21A8">
        <w:rPr>
          <w:rFonts w:hint="eastAsia"/>
        </w:rPr>
        <w:t xml:space="preserve">号様式（病院長等 → </w:t>
      </w:r>
      <w:r w:rsidR="000B66C6" w:rsidRPr="00FD21A8">
        <w:rPr>
          <w:rFonts w:hint="eastAsia"/>
        </w:rPr>
        <w:t>選管</w:t>
      </w:r>
      <w:r w:rsidR="000C7001" w:rsidRPr="00FD21A8">
        <w:rPr>
          <w:rFonts w:hint="eastAsia"/>
        </w:rPr>
        <w:t>委員長</w:t>
      </w:r>
      <w:r w:rsidRPr="00FD21A8">
        <w:rPr>
          <w:rFonts w:hint="eastAsia"/>
        </w:rPr>
        <w:t>）</w:t>
      </w:r>
    </w:p>
    <w:p w:rsidR="00CE3BEC" w:rsidRPr="00FD21A8" w:rsidRDefault="00CE3BEC">
      <w:pPr>
        <w:spacing w:line="480" w:lineRule="auto"/>
      </w:pPr>
    </w:p>
    <w:p w:rsidR="00CE3BEC" w:rsidRPr="00FD21A8" w:rsidRDefault="00CE3BEC" w:rsidP="00E52F44">
      <w:pPr>
        <w:jc w:val="center"/>
        <w:rPr>
          <w:rFonts w:eastAsia="ＭＳ ゴシック"/>
          <w:sz w:val="36"/>
        </w:rPr>
      </w:pPr>
      <w:r w:rsidRPr="00FD21A8">
        <w:rPr>
          <w:rFonts w:eastAsia="ＭＳ ゴシック" w:hint="eastAsia"/>
          <w:sz w:val="36"/>
        </w:rPr>
        <w:t>不在者投票用紙等代理請求書</w:t>
      </w:r>
    </w:p>
    <w:p w:rsidR="00E52F44" w:rsidRPr="00FD21A8" w:rsidRDefault="00E52F44" w:rsidP="008D2921">
      <w:pPr>
        <w:spacing w:line="360" w:lineRule="auto"/>
      </w:pPr>
    </w:p>
    <w:p w:rsidR="00703C17" w:rsidRPr="00FD21A8" w:rsidRDefault="000B66C6" w:rsidP="008D2921">
      <w:pPr>
        <w:spacing w:line="360" w:lineRule="auto"/>
      </w:pPr>
      <w:r w:rsidRPr="00FD21A8">
        <w:rPr>
          <w:rFonts w:hint="eastAsia"/>
        </w:rPr>
        <w:t xml:space="preserve">　</w:t>
      </w:r>
      <w:r w:rsidR="00CE3BEC" w:rsidRPr="00FD21A8">
        <w:rPr>
          <w:rFonts w:hint="eastAsia"/>
        </w:rPr>
        <w:t>別紙の選挙人は、</w:t>
      </w:r>
      <w:r w:rsidR="00FF7DA7" w:rsidRPr="00FD21A8">
        <w:rPr>
          <w:rFonts w:hint="eastAsia"/>
        </w:rPr>
        <w:t>令和</w:t>
      </w:r>
      <w:r w:rsidR="00703C17" w:rsidRPr="00FD21A8">
        <w:rPr>
          <w:rFonts w:hint="eastAsia"/>
        </w:rPr>
        <w:t>7</w:t>
      </w:r>
      <w:r w:rsidR="00CE3BEC" w:rsidRPr="00FD21A8">
        <w:rPr>
          <w:rFonts w:hint="eastAsia"/>
        </w:rPr>
        <w:t>年</w:t>
      </w:r>
      <w:r w:rsidR="00703C17" w:rsidRPr="00FD21A8">
        <w:rPr>
          <w:rFonts w:hint="eastAsia"/>
        </w:rPr>
        <w:t>10</w:t>
      </w:r>
      <w:r w:rsidR="00CE3BEC" w:rsidRPr="00FD21A8">
        <w:rPr>
          <w:rFonts w:hint="eastAsia"/>
        </w:rPr>
        <w:t>月</w:t>
      </w:r>
      <w:r w:rsidR="00703C17" w:rsidRPr="00FD21A8">
        <w:rPr>
          <w:rFonts w:hint="eastAsia"/>
        </w:rPr>
        <w:t>26</w:t>
      </w:r>
      <w:r w:rsidR="00CE3BEC" w:rsidRPr="00FD21A8">
        <w:rPr>
          <w:rFonts w:hint="eastAsia"/>
        </w:rPr>
        <w:t>日執行の</w:t>
      </w:r>
      <w:r w:rsidR="00703C17" w:rsidRPr="00FD21A8">
        <w:rPr>
          <w:rFonts w:hint="eastAsia"/>
        </w:rPr>
        <w:t>上越市長選挙及び</w:t>
      </w:r>
      <w:r w:rsidR="00F97119" w:rsidRPr="00FD21A8">
        <w:rPr>
          <w:rFonts w:hint="eastAsia"/>
        </w:rPr>
        <w:t>上越市議会議員</w:t>
      </w:r>
      <w:r w:rsidR="00703C17" w:rsidRPr="00FD21A8">
        <w:rPr>
          <w:rFonts w:hint="eastAsia"/>
        </w:rPr>
        <w:t>補欠</w:t>
      </w:r>
      <w:r w:rsidR="00B16595" w:rsidRPr="00FD21A8">
        <w:rPr>
          <w:rFonts w:hint="eastAsia"/>
        </w:rPr>
        <w:t>選挙</w:t>
      </w:r>
      <w:r w:rsidR="00E52F44" w:rsidRPr="00FD21A8">
        <w:rPr>
          <w:rFonts w:hint="eastAsia"/>
        </w:rPr>
        <w:t>の</w:t>
      </w:r>
      <w:r w:rsidR="00CE3BEC" w:rsidRPr="00FD21A8">
        <w:rPr>
          <w:rFonts w:hint="eastAsia"/>
        </w:rPr>
        <w:t>当日、当</w:t>
      </w:r>
      <w:r w:rsidR="00CE3BEC" w:rsidRPr="00FD21A8">
        <w:rPr>
          <w:rFonts w:hint="eastAsia"/>
          <w:u w:val="dotted"/>
        </w:rPr>
        <w:t xml:space="preserve">　　　</w:t>
      </w:r>
      <w:r w:rsidR="00DA3276" w:rsidRPr="00FD21A8">
        <w:rPr>
          <w:rFonts w:hint="eastAsia"/>
          <w:u w:val="dotted"/>
        </w:rPr>
        <w:t xml:space="preserve">　　</w:t>
      </w:r>
      <w:r w:rsidR="00CE3BEC" w:rsidRPr="00FD21A8">
        <w:rPr>
          <w:rFonts w:hint="eastAsia"/>
          <w:u w:val="dotted"/>
        </w:rPr>
        <w:t xml:space="preserve">　　　　　　　</w:t>
      </w:r>
      <w:r w:rsidR="003545AC" w:rsidRPr="00FD21A8">
        <w:rPr>
          <w:rFonts w:hint="eastAsia"/>
          <w:u w:val="dotted"/>
        </w:rPr>
        <w:t xml:space="preserve">　　　</w:t>
      </w:r>
      <w:r w:rsidR="00CE3BEC" w:rsidRPr="00FD21A8">
        <w:rPr>
          <w:rFonts w:hint="eastAsia"/>
        </w:rPr>
        <w:t>にあるため、</w:t>
      </w:r>
    </w:p>
    <w:p w:rsidR="00CE3BEC" w:rsidRPr="00FD21A8" w:rsidRDefault="00CE3BEC" w:rsidP="008D2921">
      <w:pPr>
        <w:spacing w:line="360" w:lineRule="auto"/>
      </w:pPr>
      <w:r w:rsidRPr="00FD21A8">
        <w:rPr>
          <w:rFonts w:hint="eastAsia"/>
        </w:rPr>
        <w:t>当</w:t>
      </w:r>
      <w:r w:rsidRPr="00FD21A8">
        <w:rPr>
          <w:rFonts w:hint="eastAsia"/>
          <w:u w:val="dotted"/>
        </w:rPr>
        <w:t xml:space="preserve">　　　　</w:t>
      </w:r>
      <w:r w:rsidR="00DA3276" w:rsidRPr="00FD21A8">
        <w:rPr>
          <w:rFonts w:hint="eastAsia"/>
          <w:u w:val="dotted"/>
        </w:rPr>
        <w:t xml:space="preserve">　　</w:t>
      </w:r>
      <w:r w:rsidRPr="00FD21A8">
        <w:rPr>
          <w:rFonts w:hint="eastAsia"/>
          <w:u w:val="dotted"/>
        </w:rPr>
        <w:t xml:space="preserve">　　　　　　</w:t>
      </w:r>
      <w:r w:rsidR="003545AC" w:rsidRPr="00FD21A8">
        <w:rPr>
          <w:rFonts w:hint="eastAsia"/>
          <w:u w:val="dotted"/>
        </w:rPr>
        <w:t xml:space="preserve">　　　</w:t>
      </w:r>
      <w:r w:rsidRPr="00FD21A8">
        <w:rPr>
          <w:rFonts w:hint="eastAsia"/>
        </w:rPr>
        <w:t>において投票する見込みであり、公職選挙法施行令第50条第4項（</w:t>
      </w:r>
      <w:r w:rsidR="000C7001" w:rsidRPr="00FD21A8">
        <w:rPr>
          <w:rFonts w:hint="eastAsia"/>
        </w:rPr>
        <w:t>同令</w:t>
      </w:r>
      <w:r w:rsidRPr="00FD21A8">
        <w:rPr>
          <w:rFonts w:hint="eastAsia"/>
        </w:rPr>
        <w:t>第51条第2項において準用する</w:t>
      </w:r>
      <w:r w:rsidR="000C7001" w:rsidRPr="00FD21A8">
        <w:rPr>
          <w:rFonts w:hint="eastAsia"/>
        </w:rPr>
        <w:t>同令</w:t>
      </w:r>
      <w:r w:rsidRPr="00FD21A8">
        <w:rPr>
          <w:rFonts w:hint="eastAsia"/>
        </w:rPr>
        <w:t>第50条第4項）の規定による依頼があったので、別紙の選挙人に代って、投票用紙（船員の不在者投票用紙）及び不在者投票用封筒の交付を請求します。</w:t>
      </w:r>
    </w:p>
    <w:p w:rsidR="00CE3BEC" w:rsidRPr="00FD21A8" w:rsidRDefault="00CE3BEC" w:rsidP="008D2921">
      <w:pPr>
        <w:spacing w:line="360" w:lineRule="auto"/>
      </w:pPr>
    </w:p>
    <w:p w:rsidR="00CE3BEC" w:rsidRPr="00FD21A8" w:rsidRDefault="000B66C6" w:rsidP="008D2921">
      <w:pPr>
        <w:spacing w:line="360" w:lineRule="auto"/>
      </w:pPr>
      <w:r w:rsidRPr="00FD21A8">
        <w:rPr>
          <w:rFonts w:hint="eastAsia"/>
        </w:rPr>
        <w:t xml:space="preserve">　　</w:t>
      </w:r>
      <w:r w:rsidR="00FF7DA7" w:rsidRPr="00FD21A8">
        <w:rPr>
          <w:rFonts w:hint="eastAsia"/>
        </w:rPr>
        <w:t>令和</w:t>
      </w:r>
      <w:r w:rsidRPr="00FD21A8">
        <w:rPr>
          <w:rFonts w:hint="eastAsia"/>
        </w:rPr>
        <w:t xml:space="preserve">　　　</w:t>
      </w:r>
      <w:r w:rsidR="00CE3BEC" w:rsidRPr="00FD21A8">
        <w:rPr>
          <w:rFonts w:hint="eastAsia"/>
        </w:rPr>
        <w:t>年</w:t>
      </w:r>
      <w:r w:rsidRPr="00FD21A8">
        <w:rPr>
          <w:rFonts w:hint="eastAsia"/>
        </w:rPr>
        <w:t xml:space="preserve">　　　</w:t>
      </w:r>
      <w:r w:rsidR="00CE3BEC" w:rsidRPr="00FD21A8">
        <w:rPr>
          <w:rFonts w:hint="eastAsia"/>
        </w:rPr>
        <w:t>月</w:t>
      </w:r>
      <w:r w:rsidRPr="00FD21A8">
        <w:rPr>
          <w:rFonts w:hint="eastAsia"/>
        </w:rPr>
        <w:t xml:space="preserve">　　　</w:t>
      </w:r>
      <w:r w:rsidR="00CE3BEC" w:rsidRPr="00FD21A8">
        <w:rPr>
          <w:rFonts w:hint="eastAsia"/>
        </w:rPr>
        <w:t>日</w:t>
      </w:r>
    </w:p>
    <w:p w:rsidR="00CE3BEC" w:rsidRPr="00FD21A8" w:rsidRDefault="00CE3BEC" w:rsidP="008D2921">
      <w:pPr>
        <w:spacing w:line="360" w:lineRule="auto"/>
      </w:pPr>
    </w:p>
    <w:p w:rsidR="00CE3BEC" w:rsidRPr="00FD21A8" w:rsidRDefault="00CE3BEC">
      <w:pPr>
        <w:spacing w:line="480" w:lineRule="auto"/>
        <w:ind w:left="3225"/>
      </w:pPr>
      <w:r w:rsidRPr="00FD21A8">
        <w:rPr>
          <w:rFonts w:hint="eastAsia"/>
        </w:rPr>
        <w:t xml:space="preserve">所    </w:t>
      </w:r>
      <w:r w:rsidRPr="00FD21A8">
        <w:t xml:space="preserve"> </w:t>
      </w:r>
      <w:r w:rsidRPr="00FD21A8">
        <w:rPr>
          <w:rFonts w:hint="eastAsia"/>
        </w:rPr>
        <w:t>在</w:t>
      </w:r>
      <w:r w:rsidRPr="00FD21A8">
        <w:t xml:space="preserve"> </w:t>
      </w:r>
      <w:r w:rsidRPr="00FD21A8">
        <w:rPr>
          <w:rFonts w:hint="eastAsia"/>
        </w:rPr>
        <w:t xml:space="preserve">    地</w:t>
      </w:r>
    </w:p>
    <w:p w:rsidR="00CE3BEC" w:rsidRPr="00FD21A8" w:rsidRDefault="00CE3BEC">
      <w:pPr>
        <w:spacing w:line="480" w:lineRule="auto"/>
        <w:ind w:left="3225"/>
      </w:pPr>
      <w:r w:rsidRPr="00FD21A8">
        <w:rPr>
          <w:rFonts w:hint="eastAsia"/>
        </w:rPr>
        <w:t xml:space="preserve">施  </w:t>
      </w:r>
      <w:r w:rsidRPr="00FD21A8">
        <w:t xml:space="preserve">   </w:t>
      </w:r>
      <w:r w:rsidRPr="00FD21A8">
        <w:rPr>
          <w:rFonts w:hint="eastAsia"/>
        </w:rPr>
        <w:t>設</w:t>
      </w:r>
      <w:r w:rsidRPr="00FD21A8">
        <w:t xml:space="preserve">     </w:t>
      </w:r>
      <w:r w:rsidRPr="00FD21A8">
        <w:rPr>
          <w:rFonts w:hint="eastAsia"/>
        </w:rPr>
        <w:t>名</w:t>
      </w:r>
    </w:p>
    <w:p w:rsidR="000B66C6" w:rsidRPr="00FD21A8" w:rsidRDefault="000B66C6" w:rsidP="000B66C6">
      <w:pPr>
        <w:spacing w:line="480" w:lineRule="auto"/>
        <w:ind w:left="3225"/>
      </w:pPr>
      <w:r w:rsidRPr="00FD21A8">
        <w:rPr>
          <w:rFonts w:hint="eastAsia"/>
        </w:rPr>
        <w:t xml:space="preserve">不在者投票管理者　　　</w:t>
      </w:r>
      <w:r w:rsidR="000C7001" w:rsidRPr="00FD21A8">
        <w:rPr>
          <w:rFonts w:hint="eastAsia"/>
        </w:rPr>
        <w:t xml:space="preserve">　　</w:t>
      </w:r>
      <w:r w:rsidRPr="00FD21A8">
        <w:rPr>
          <w:rFonts w:hint="eastAsia"/>
        </w:rPr>
        <w:t xml:space="preserve">　　　　　　　　　　　</w:t>
      </w:r>
    </w:p>
    <w:p w:rsidR="00CE3BEC" w:rsidRPr="00FD21A8" w:rsidRDefault="00CE3BEC" w:rsidP="008D2921">
      <w:pPr>
        <w:spacing w:line="360" w:lineRule="auto"/>
      </w:pPr>
    </w:p>
    <w:p w:rsidR="00CE3BEC" w:rsidRPr="00FD21A8" w:rsidRDefault="008253C0" w:rsidP="008D2921">
      <w:pPr>
        <w:spacing w:line="360" w:lineRule="auto"/>
      </w:pPr>
      <w:r w:rsidRPr="00FD21A8">
        <w:rPr>
          <w:rFonts w:hint="eastAsia"/>
        </w:rPr>
        <w:t>（</w:t>
      </w:r>
      <w:r w:rsidR="00DA3276" w:rsidRPr="00FD21A8">
        <w:rPr>
          <w:rFonts w:hint="eastAsia"/>
        </w:rPr>
        <w:t>宛先</w:t>
      </w:r>
      <w:r w:rsidRPr="00FD21A8">
        <w:rPr>
          <w:rFonts w:hint="eastAsia"/>
        </w:rPr>
        <w:t>）</w:t>
      </w:r>
      <w:r w:rsidR="00CE3BEC" w:rsidRPr="00FD21A8">
        <w:rPr>
          <w:rFonts w:hint="eastAsia"/>
        </w:rPr>
        <w:t>上越市選挙管理委員会委員長</w:t>
      </w:r>
    </w:p>
    <w:p w:rsidR="008D2921" w:rsidRPr="00FD21A8" w:rsidRDefault="00D80A5E" w:rsidP="008D2921">
      <w:r>
        <w:rPr>
          <w:noProof/>
          <w:color w:val="FF0000"/>
        </w:rPr>
        <w:pict>
          <v:line id="_x0000_s1026" style="position:absolute;left:0;text-align:left;z-index:251657728;mso-position-horizontal-relative:text;mso-position-vertical-relative:text" from="-21.5pt,24.25pt" to="483.75pt,24.25pt" o:allowincell="f">
            <v:stroke dashstyle="dash"/>
          </v:line>
        </w:pict>
      </w:r>
    </w:p>
    <w:p w:rsidR="008D2921" w:rsidRPr="00FD21A8" w:rsidRDefault="008D2921" w:rsidP="008D2921"/>
    <w:p w:rsidR="008D2921" w:rsidRPr="00FD21A8" w:rsidRDefault="008D2921" w:rsidP="008D2921"/>
    <w:p w:rsidR="00CE3BEC" w:rsidRPr="00FD21A8" w:rsidRDefault="006C65B0" w:rsidP="008D2921">
      <w:r w:rsidRPr="00FD21A8">
        <w:rPr>
          <w:rFonts w:hint="eastAsia"/>
        </w:rPr>
        <w:t>事務</w:t>
      </w:r>
      <w:r w:rsidR="00CE3BEC" w:rsidRPr="00FD21A8">
        <w:rPr>
          <w:rFonts w:hint="eastAsia"/>
        </w:rPr>
        <w:t>担当者</w:t>
      </w:r>
      <w:r w:rsidR="004944F8" w:rsidRPr="00FD21A8">
        <w:rPr>
          <w:rFonts w:hint="eastAsia"/>
        </w:rPr>
        <w:t xml:space="preserve">　</w:t>
      </w:r>
      <w:r w:rsidR="00CE3BEC" w:rsidRPr="00FD21A8">
        <w:rPr>
          <w:rFonts w:hint="eastAsia"/>
        </w:rPr>
        <w:t>（所属</w:t>
      </w:r>
      <w:r w:rsidR="008D2921" w:rsidRPr="00FD21A8">
        <w:rPr>
          <w:rFonts w:hint="eastAsia"/>
        </w:rPr>
        <w:t>部署</w:t>
      </w:r>
      <w:r w:rsidR="00CE3BEC" w:rsidRPr="00FD21A8">
        <w:rPr>
          <w:rFonts w:hint="eastAsia"/>
        </w:rPr>
        <w:t>）</w:t>
      </w:r>
      <w:r w:rsidR="00CE3BEC" w:rsidRPr="00FD21A8">
        <w:rPr>
          <w:rFonts w:hint="eastAsia"/>
          <w:u w:val="dotted"/>
        </w:rPr>
        <w:t xml:space="preserve">　　　　　　　　　</w:t>
      </w:r>
      <w:r w:rsidR="004944F8" w:rsidRPr="00FD21A8">
        <w:rPr>
          <w:rFonts w:hint="eastAsia"/>
        </w:rPr>
        <w:t xml:space="preserve">　（</w:t>
      </w:r>
      <w:r w:rsidR="00CE3BEC" w:rsidRPr="00FD21A8">
        <w:rPr>
          <w:rFonts w:hint="eastAsia"/>
        </w:rPr>
        <w:t>氏</w:t>
      </w:r>
      <w:r w:rsidR="004944F8" w:rsidRPr="00FD21A8">
        <w:rPr>
          <w:rFonts w:hint="eastAsia"/>
        </w:rPr>
        <w:t xml:space="preserve">　</w:t>
      </w:r>
      <w:r w:rsidR="00CE3BEC" w:rsidRPr="00FD21A8">
        <w:rPr>
          <w:rFonts w:hint="eastAsia"/>
        </w:rPr>
        <w:t>名）</w:t>
      </w:r>
      <w:r w:rsidR="00CE3BEC" w:rsidRPr="00FD21A8">
        <w:rPr>
          <w:rFonts w:hint="eastAsia"/>
          <w:u w:val="dotted"/>
        </w:rPr>
        <w:t xml:space="preserve">　　</w:t>
      </w:r>
      <w:r w:rsidR="004944F8" w:rsidRPr="00FD21A8">
        <w:rPr>
          <w:rFonts w:hint="eastAsia"/>
          <w:u w:val="dotted"/>
        </w:rPr>
        <w:t xml:space="preserve">　　　</w:t>
      </w:r>
      <w:r w:rsidR="00CE3BEC" w:rsidRPr="00FD21A8">
        <w:rPr>
          <w:rFonts w:hint="eastAsia"/>
          <w:u w:val="dotted"/>
        </w:rPr>
        <w:t xml:space="preserve">　　　　　　</w:t>
      </w:r>
    </w:p>
    <w:p w:rsidR="008D2921" w:rsidRPr="00FD21A8" w:rsidRDefault="008D2921" w:rsidP="008D2921"/>
    <w:p w:rsidR="00CE3BEC" w:rsidRPr="00FD21A8" w:rsidRDefault="004944F8" w:rsidP="008D2921">
      <w:r w:rsidRPr="00FD21A8">
        <w:rPr>
          <w:rFonts w:hint="eastAsia"/>
        </w:rPr>
        <w:t xml:space="preserve">　</w:t>
      </w:r>
      <w:r w:rsidR="006C65B0" w:rsidRPr="00FD21A8">
        <w:rPr>
          <w:rFonts w:hint="eastAsia"/>
        </w:rPr>
        <w:t xml:space="preserve">　　　　　</w:t>
      </w:r>
      <w:r w:rsidRPr="00FD21A8">
        <w:rPr>
          <w:rFonts w:hint="eastAsia"/>
        </w:rPr>
        <w:t>（</w:t>
      </w:r>
      <w:r w:rsidR="00CE3BEC" w:rsidRPr="00FD21A8">
        <w:rPr>
          <w:rFonts w:hint="eastAsia"/>
        </w:rPr>
        <w:t>電話</w:t>
      </w:r>
      <w:r w:rsidRPr="00FD21A8">
        <w:rPr>
          <w:rFonts w:hint="eastAsia"/>
        </w:rPr>
        <w:t>）</w:t>
      </w:r>
      <w:r w:rsidR="00CE3BEC" w:rsidRPr="00FD21A8">
        <w:rPr>
          <w:rFonts w:hint="eastAsia"/>
          <w:u w:val="dotted"/>
        </w:rPr>
        <w:t xml:space="preserve">　　　　　　　　　　　</w:t>
      </w:r>
      <w:r w:rsidRPr="00FD21A8">
        <w:rPr>
          <w:rFonts w:hint="eastAsia"/>
        </w:rPr>
        <w:t xml:space="preserve">　（ＦＡＸ）</w:t>
      </w:r>
      <w:r w:rsidRPr="00FD21A8">
        <w:rPr>
          <w:rFonts w:hint="eastAsia"/>
          <w:u w:val="dotted"/>
        </w:rPr>
        <w:t xml:space="preserve">　　　　　　　　　　　</w:t>
      </w:r>
    </w:p>
    <w:p w:rsidR="008D2921" w:rsidRPr="00FD21A8" w:rsidRDefault="008D2921" w:rsidP="008D2921"/>
    <w:p w:rsidR="00CE3BEC" w:rsidRPr="00FD21A8" w:rsidRDefault="00CE3BEC" w:rsidP="008D2921">
      <w:r w:rsidRPr="00FD21A8">
        <w:rPr>
          <w:rFonts w:hint="eastAsia"/>
          <w:kern w:val="0"/>
        </w:rPr>
        <w:t>投票予定日時</w:t>
      </w:r>
      <w:r w:rsidRPr="00FD21A8">
        <w:rPr>
          <w:rFonts w:hint="eastAsia"/>
        </w:rPr>
        <w:t xml:space="preserve">　　</w:t>
      </w:r>
      <w:r w:rsidRPr="00FD21A8">
        <w:rPr>
          <w:rFonts w:hint="eastAsia"/>
          <w:u w:val="dotted"/>
        </w:rPr>
        <w:t xml:space="preserve">　　　月　　　日</w:t>
      </w:r>
    </w:p>
    <w:p w:rsidR="008D2921" w:rsidRPr="00FD21A8" w:rsidRDefault="008D2921" w:rsidP="008D2921"/>
    <w:p w:rsidR="00CE3BEC" w:rsidRPr="00FD21A8" w:rsidRDefault="00CE3BEC" w:rsidP="008D2921">
      <w:r w:rsidRPr="00FD21A8">
        <w:rPr>
          <w:rFonts w:hint="eastAsia"/>
        </w:rPr>
        <w:t>投票箱等の借用希望</w:t>
      </w:r>
      <w:r w:rsidR="00345A1A" w:rsidRPr="00FD21A8">
        <w:rPr>
          <w:rFonts w:hint="eastAsia"/>
        </w:rPr>
        <w:t xml:space="preserve"> … 借用希望</w:t>
      </w:r>
      <w:r w:rsidRPr="00FD21A8">
        <w:rPr>
          <w:rFonts w:hint="eastAsia"/>
        </w:rPr>
        <w:t>がある場合は、品名と数量を記入してください。</w:t>
      </w:r>
    </w:p>
    <w:p w:rsidR="008D2921" w:rsidRPr="00FD21A8" w:rsidRDefault="008D2921" w:rsidP="008D2921"/>
    <w:p w:rsidR="00DA3276" w:rsidRPr="00FD21A8" w:rsidRDefault="00DA3276" w:rsidP="008D2921">
      <w:pPr>
        <w:rPr>
          <w:u w:val="dotted"/>
        </w:rPr>
      </w:pPr>
      <w:r w:rsidRPr="00FD21A8">
        <w:rPr>
          <w:rFonts w:hint="eastAsia"/>
        </w:rPr>
        <w:t xml:space="preserve">　</w:t>
      </w:r>
      <w:r w:rsidR="008D2921" w:rsidRPr="00FD21A8">
        <w:rPr>
          <w:rFonts w:hint="eastAsia"/>
        </w:rPr>
        <w:t xml:space="preserve">　</w:t>
      </w:r>
      <w:r w:rsidRPr="00FD21A8">
        <w:rPr>
          <w:rFonts w:hint="eastAsia"/>
          <w:u w:val="dotted"/>
        </w:rPr>
        <w:t xml:space="preserve">　　　　　　　　　　　　　　　　　　　</w:t>
      </w:r>
      <w:r w:rsidR="00466EC1" w:rsidRPr="00FD21A8">
        <w:rPr>
          <w:rFonts w:hint="eastAsia"/>
          <w:u w:val="dotted"/>
        </w:rPr>
        <w:t xml:space="preserve">　　</w:t>
      </w:r>
      <w:r w:rsidRPr="00FD21A8">
        <w:rPr>
          <w:rFonts w:hint="eastAsia"/>
          <w:u w:val="dotted"/>
        </w:rPr>
        <w:t xml:space="preserve">　　　　　　　　　　　　　　　</w:t>
      </w:r>
    </w:p>
    <w:p w:rsidR="008D2921" w:rsidRPr="00FD21A8" w:rsidRDefault="008D2921" w:rsidP="008D2921"/>
    <w:p w:rsidR="00345A1A" w:rsidRPr="00FD21A8" w:rsidRDefault="00345A1A" w:rsidP="008D2921">
      <w:r w:rsidRPr="00FD21A8">
        <w:rPr>
          <w:rFonts w:hint="eastAsia"/>
        </w:rPr>
        <w:t>外部立会人の</w:t>
      </w:r>
      <w:r w:rsidR="003B0C52" w:rsidRPr="00FD21A8">
        <w:rPr>
          <w:rFonts w:hint="eastAsia"/>
        </w:rPr>
        <w:t>選定依頼</w:t>
      </w:r>
      <w:r w:rsidRPr="00FD21A8">
        <w:rPr>
          <w:rFonts w:hint="eastAsia"/>
        </w:rPr>
        <w:t xml:space="preserve">　　</w:t>
      </w:r>
      <w:r w:rsidRPr="00FD21A8">
        <w:rPr>
          <w:rFonts w:hint="eastAsia"/>
          <w:u w:val="dotted"/>
        </w:rPr>
        <w:t xml:space="preserve">　</w:t>
      </w:r>
      <w:r w:rsidR="003B0C52" w:rsidRPr="00FD21A8">
        <w:rPr>
          <w:rFonts w:hint="eastAsia"/>
          <w:u w:val="dotted"/>
        </w:rPr>
        <w:t>予定あり</w:t>
      </w:r>
      <w:r w:rsidRPr="00FD21A8">
        <w:rPr>
          <w:rFonts w:hint="eastAsia"/>
          <w:u w:val="dotted"/>
        </w:rPr>
        <w:t xml:space="preserve">　・　</w:t>
      </w:r>
      <w:r w:rsidR="003B0C52" w:rsidRPr="00FD21A8">
        <w:rPr>
          <w:rFonts w:hint="eastAsia"/>
          <w:u w:val="dotted"/>
        </w:rPr>
        <w:t>予定なし</w:t>
      </w:r>
      <w:r w:rsidRPr="00FD21A8">
        <w:rPr>
          <w:rFonts w:hint="eastAsia"/>
          <w:u w:val="dotted"/>
        </w:rPr>
        <w:t xml:space="preserve">　</w:t>
      </w:r>
    </w:p>
    <w:p w:rsidR="009173DF" w:rsidRPr="00FD21A8" w:rsidRDefault="009173DF" w:rsidP="008161A2">
      <w:pPr>
        <w:spacing w:beforeLines="50" w:before="120"/>
        <w:rPr>
          <w:sz w:val="20"/>
        </w:rPr>
      </w:pPr>
      <w:r w:rsidRPr="00FD21A8">
        <w:rPr>
          <w:rFonts w:hint="eastAsia"/>
          <w:sz w:val="20"/>
        </w:rPr>
        <w:t xml:space="preserve">　</w:t>
      </w:r>
      <w:r w:rsidR="00345A1A" w:rsidRPr="00FD21A8">
        <w:rPr>
          <w:rFonts w:hint="eastAsia"/>
          <w:sz w:val="20"/>
        </w:rPr>
        <w:t>（注）</w:t>
      </w:r>
      <w:r w:rsidR="003B0C52" w:rsidRPr="00FD21A8">
        <w:rPr>
          <w:rFonts w:hint="eastAsia"/>
          <w:sz w:val="20"/>
        </w:rPr>
        <w:t>立会可能な人数には限りがあるため、</w:t>
      </w:r>
      <w:r w:rsidR="00345A1A" w:rsidRPr="00FD21A8">
        <w:rPr>
          <w:rFonts w:hint="eastAsia"/>
          <w:sz w:val="20"/>
        </w:rPr>
        <w:t>立会人が確保できない場合があります。</w:t>
      </w:r>
    </w:p>
    <w:p w:rsidR="00686153" w:rsidRPr="00FD21A8" w:rsidRDefault="00686153" w:rsidP="008161A2">
      <w:pPr>
        <w:spacing w:beforeLines="50" w:before="120"/>
        <w:rPr>
          <w:dstrike/>
          <w:vanish/>
        </w:rPr>
      </w:pPr>
    </w:p>
    <w:p w:rsidR="00A20E6D" w:rsidRPr="00FD21A8" w:rsidRDefault="00A20E6D" w:rsidP="00A20E6D">
      <w:pPr>
        <w:pageBreakBefore/>
        <w:spacing w:line="480" w:lineRule="auto"/>
      </w:pPr>
      <w:r w:rsidRPr="00FD21A8">
        <w:rPr>
          <w:rFonts w:hint="eastAsia"/>
        </w:rPr>
        <w:lastRenderedPageBreak/>
        <w:t>第</w:t>
      </w:r>
      <w:r w:rsidR="00F15529" w:rsidRPr="00FD21A8">
        <w:rPr>
          <w:rFonts w:hint="eastAsia"/>
        </w:rPr>
        <w:t>2</w:t>
      </w:r>
      <w:r w:rsidRPr="00FD21A8">
        <w:rPr>
          <w:rFonts w:hint="eastAsia"/>
        </w:rPr>
        <w:t>号様式</w:t>
      </w:r>
      <w:r w:rsidR="004A290A" w:rsidRPr="00FD21A8">
        <w:rPr>
          <w:rFonts w:hint="eastAsia"/>
        </w:rPr>
        <w:t xml:space="preserve">　</w:t>
      </w:r>
      <w:r w:rsidRPr="00FD21A8">
        <w:rPr>
          <w:rFonts w:hint="eastAsia"/>
        </w:rPr>
        <w:t>別紙</w:t>
      </w:r>
    </w:p>
    <w:tbl>
      <w:tblPr>
        <w:tblW w:w="9356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1843"/>
        <w:gridCol w:w="2126"/>
      </w:tblGrid>
      <w:tr w:rsidR="003B0C52" w:rsidRPr="00FD21A8" w:rsidTr="00075B04">
        <w:trPr>
          <w:cantSplit/>
          <w:trHeight w:val="397"/>
        </w:trPr>
        <w:tc>
          <w:tcPr>
            <w:tcW w:w="3261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:rsidR="003B0C52" w:rsidRPr="00FD21A8" w:rsidRDefault="003B0C52" w:rsidP="00192390">
            <w:pPr>
              <w:jc w:val="center"/>
              <w:rPr>
                <w:rFonts w:hAnsi="ＭＳ 明朝"/>
                <w:sz w:val="21"/>
              </w:rPr>
            </w:pPr>
            <w:r w:rsidRPr="00FD21A8">
              <w:rPr>
                <w:rFonts w:hAnsi="ＭＳ 明朝" w:hint="eastAsia"/>
                <w:sz w:val="21"/>
              </w:rPr>
              <w:t>住　　　　所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:rsidR="003B0C52" w:rsidRPr="00FD21A8" w:rsidRDefault="003B0C52" w:rsidP="00192390">
            <w:pPr>
              <w:jc w:val="center"/>
              <w:rPr>
                <w:rFonts w:hAnsi="ＭＳ 明朝"/>
                <w:sz w:val="21"/>
              </w:rPr>
            </w:pPr>
            <w:r w:rsidRPr="00FD21A8">
              <w:rPr>
                <w:rFonts w:hAnsi="ＭＳ 明朝" w:hint="eastAsia"/>
                <w:sz w:val="21"/>
              </w:rPr>
              <w:t>選挙人氏名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:rsidR="003B0C52" w:rsidRPr="00FD21A8" w:rsidRDefault="003B0C52" w:rsidP="00075B04">
            <w:pPr>
              <w:jc w:val="center"/>
              <w:rPr>
                <w:rFonts w:hAnsi="ＭＳ 明朝"/>
                <w:sz w:val="21"/>
              </w:rPr>
            </w:pPr>
            <w:r w:rsidRPr="00FD21A8">
              <w:rPr>
                <w:rFonts w:hAnsi="ＭＳ 明朝" w:hint="eastAsia"/>
                <w:sz w:val="21"/>
              </w:rPr>
              <w:t>生年月日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:rsidR="003B0C52" w:rsidRPr="00FD21A8" w:rsidRDefault="003B0C52" w:rsidP="00192390">
            <w:pPr>
              <w:jc w:val="center"/>
              <w:rPr>
                <w:rFonts w:hAnsi="ＭＳ 明朝"/>
                <w:sz w:val="21"/>
              </w:rPr>
            </w:pPr>
            <w:r w:rsidRPr="00FD21A8">
              <w:rPr>
                <w:rFonts w:hAnsi="ＭＳ 明朝" w:hint="eastAsia"/>
                <w:sz w:val="21"/>
              </w:rPr>
              <w:t>備</w:t>
            </w:r>
            <w:r w:rsidR="00075B04" w:rsidRPr="00FD21A8">
              <w:rPr>
                <w:rFonts w:hAnsi="ＭＳ 明朝" w:hint="eastAsia"/>
                <w:sz w:val="21"/>
              </w:rPr>
              <w:t xml:space="preserve">　</w:t>
            </w:r>
            <w:r w:rsidRPr="00FD21A8">
              <w:rPr>
                <w:rFonts w:hAnsi="ＭＳ 明朝" w:hint="eastAsia"/>
                <w:sz w:val="21"/>
              </w:rPr>
              <w:t xml:space="preserve">　考</w:t>
            </w:r>
          </w:p>
        </w:tc>
      </w:tr>
      <w:tr w:rsidR="00075B04" w:rsidRPr="00FD21A8" w:rsidTr="00075B04">
        <w:trPr>
          <w:cantSplit/>
          <w:trHeight w:val="624"/>
        </w:trPr>
        <w:tc>
          <w:tcPr>
            <w:tcW w:w="3261" w:type="dxa"/>
            <w:tcBorders>
              <w:top w:val="nil"/>
            </w:tcBorders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75B04" w:rsidRPr="00FD21A8" w:rsidRDefault="00075B04" w:rsidP="00075B04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192390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</w:tr>
      <w:tr w:rsidR="00075B04" w:rsidRPr="00FD21A8" w:rsidTr="00075B04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075B04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192390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8161A2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8161A2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8161A2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8161A2">
            <w:pPr>
              <w:rPr>
                <w:rFonts w:hAnsi="ＭＳ 明朝"/>
              </w:rPr>
            </w:pPr>
          </w:p>
        </w:tc>
      </w:tr>
      <w:tr w:rsidR="00075B04" w:rsidRPr="00FD21A8" w:rsidTr="00075B04">
        <w:trPr>
          <w:cantSplit/>
          <w:trHeight w:val="624"/>
        </w:trPr>
        <w:tc>
          <w:tcPr>
            <w:tcW w:w="3261" w:type="dxa"/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  <w:tc>
          <w:tcPr>
            <w:tcW w:w="1843" w:type="dxa"/>
            <w:vAlign w:val="center"/>
          </w:tcPr>
          <w:p w:rsidR="00075B04" w:rsidRPr="00FD21A8" w:rsidRDefault="00075B04" w:rsidP="00075B04">
            <w:pPr>
              <w:spacing w:line="360" w:lineRule="auto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4"/>
                <w:szCs w:val="14"/>
              </w:rPr>
              <w:t>大正・昭和・平成</w:t>
            </w:r>
          </w:p>
          <w:p w:rsidR="00075B04" w:rsidRPr="00FD21A8" w:rsidRDefault="00075B04" w:rsidP="00192390">
            <w:pPr>
              <w:jc w:val="right"/>
              <w:rPr>
                <w:rFonts w:hAnsi="ＭＳ 明朝"/>
                <w:sz w:val="16"/>
              </w:rPr>
            </w:pPr>
            <w:r w:rsidRPr="00FD21A8">
              <w:rPr>
                <w:rFonts w:hAnsi="ＭＳ 明朝" w:hint="eastAsia"/>
                <w:sz w:val="16"/>
              </w:rPr>
              <w:t>年   月   日</w:t>
            </w:r>
          </w:p>
        </w:tc>
        <w:tc>
          <w:tcPr>
            <w:tcW w:w="2126" w:type="dxa"/>
            <w:vAlign w:val="center"/>
          </w:tcPr>
          <w:p w:rsidR="00075B04" w:rsidRPr="00FD21A8" w:rsidRDefault="00075B04" w:rsidP="00192390">
            <w:pPr>
              <w:rPr>
                <w:rFonts w:hAnsi="ＭＳ 明朝"/>
              </w:rPr>
            </w:pPr>
          </w:p>
        </w:tc>
      </w:tr>
    </w:tbl>
    <w:p w:rsidR="004A290A" w:rsidRPr="00FD21A8" w:rsidRDefault="00A20E6D" w:rsidP="007C4779">
      <w:pPr>
        <w:spacing w:before="120"/>
        <w:ind w:left="220" w:hangingChars="100" w:hanging="220"/>
        <w:rPr>
          <w:rFonts w:hAnsi="ＭＳ 明朝"/>
          <w:sz w:val="22"/>
        </w:rPr>
      </w:pPr>
      <w:r w:rsidRPr="00FD21A8">
        <w:rPr>
          <w:rFonts w:hAnsi="ＭＳ 明朝" w:hint="eastAsia"/>
          <w:sz w:val="22"/>
        </w:rPr>
        <w:t>※　選挙人から</w:t>
      </w:r>
      <w:r w:rsidR="004A290A" w:rsidRPr="00FD21A8">
        <w:rPr>
          <w:rFonts w:hAnsi="ＭＳ 明朝" w:hint="eastAsia"/>
          <w:sz w:val="22"/>
        </w:rPr>
        <w:t>「</w:t>
      </w:r>
      <w:r w:rsidRPr="00FD21A8">
        <w:rPr>
          <w:rFonts w:hAnsi="ＭＳ 明朝" w:hint="eastAsia"/>
          <w:sz w:val="22"/>
        </w:rPr>
        <w:t>点字投票</w:t>
      </w:r>
      <w:r w:rsidR="004A290A" w:rsidRPr="00FD21A8">
        <w:rPr>
          <w:rFonts w:hAnsi="ＭＳ 明朝" w:hint="eastAsia"/>
          <w:sz w:val="22"/>
        </w:rPr>
        <w:t>」</w:t>
      </w:r>
      <w:r w:rsidRPr="00FD21A8">
        <w:rPr>
          <w:rFonts w:hAnsi="ＭＳ 明朝" w:hint="eastAsia"/>
          <w:sz w:val="22"/>
        </w:rPr>
        <w:t>の申立てがあった場合は、備考欄に「点字」と記載してください。</w:t>
      </w:r>
    </w:p>
    <w:p w:rsidR="00F97119" w:rsidRPr="00FD21A8" w:rsidRDefault="00F97119" w:rsidP="007C4779">
      <w:pPr>
        <w:spacing w:before="120"/>
        <w:ind w:left="220" w:hangingChars="100" w:hanging="220"/>
        <w:rPr>
          <w:rFonts w:hAnsi="ＭＳ 明朝"/>
          <w:sz w:val="22"/>
        </w:rPr>
      </w:pPr>
      <w:r w:rsidRPr="00FD21A8">
        <w:rPr>
          <w:rFonts w:hAnsi="ＭＳ 明朝" w:hint="eastAsia"/>
          <w:sz w:val="22"/>
        </w:rPr>
        <w:t>※　市長選・市議補選のいずれかの投票を希望しない場合は、備考欄に「市長選のみ投票」等と記載してください。</w:t>
      </w:r>
      <w:bookmarkStart w:id="0" w:name="_GoBack"/>
      <w:bookmarkEnd w:id="0"/>
    </w:p>
    <w:sectPr w:rsidR="00F97119" w:rsidRPr="00FD21A8" w:rsidSect="006D197F">
      <w:pgSz w:w="11906" w:h="16838" w:code="9"/>
      <w:pgMar w:top="680" w:right="1021" w:bottom="340" w:left="1474" w:header="851" w:footer="992" w:gutter="0"/>
      <w:cols w:space="425"/>
      <w:docGrid w:linePitch="36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CF" w:rsidRDefault="00320ACF" w:rsidP="00F62984">
      <w:r>
        <w:separator/>
      </w:r>
    </w:p>
  </w:endnote>
  <w:endnote w:type="continuationSeparator" w:id="0">
    <w:p w:rsidR="00320ACF" w:rsidRDefault="00320ACF" w:rsidP="00F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CF" w:rsidRDefault="00320ACF" w:rsidP="00F62984">
      <w:r>
        <w:separator/>
      </w:r>
    </w:p>
  </w:footnote>
  <w:footnote w:type="continuationSeparator" w:id="0">
    <w:p w:rsidR="00320ACF" w:rsidRDefault="00320ACF" w:rsidP="00F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80F20"/>
    <w:multiLevelType w:val="singleLevel"/>
    <w:tmpl w:val="F0D605AE"/>
    <w:lvl w:ilvl="0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2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E4AE6"/>
    <w:rsid w:val="00026806"/>
    <w:rsid w:val="0004401A"/>
    <w:rsid w:val="00075B04"/>
    <w:rsid w:val="000A5EA3"/>
    <w:rsid w:val="000B5ECC"/>
    <w:rsid w:val="000B66C6"/>
    <w:rsid w:val="000C7001"/>
    <w:rsid w:val="000E633C"/>
    <w:rsid w:val="000E6380"/>
    <w:rsid w:val="000F53E8"/>
    <w:rsid w:val="00102940"/>
    <w:rsid w:val="001057FA"/>
    <w:rsid w:val="00127A3C"/>
    <w:rsid w:val="00192390"/>
    <w:rsid w:val="002166A7"/>
    <w:rsid w:val="00273AC8"/>
    <w:rsid w:val="002C0EA1"/>
    <w:rsid w:val="002D164F"/>
    <w:rsid w:val="00302551"/>
    <w:rsid w:val="00303CEB"/>
    <w:rsid w:val="00320ACF"/>
    <w:rsid w:val="00326291"/>
    <w:rsid w:val="003454DD"/>
    <w:rsid w:val="00345A1A"/>
    <w:rsid w:val="003545AC"/>
    <w:rsid w:val="003546DF"/>
    <w:rsid w:val="00382555"/>
    <w:rsid w:val="003B0C52"/>
    <w:rsid w:val="003D2D6A"/>
    <w:rsid w:val="003E6B51"/>
    <w:rsid w:val="003F1080"/>
    <w:rsid w:val="0042539A"/>
    <w:rsid w:val="00442016"/>
    <w:rsid w:val="00466EC1"/>
    <w:rsid w:val="004815B0"/>
    <w:rsid w:val="004944F8"/>
    <w:rsid w:val="004A290A"/>
    <w:rsid w:val="004C2EE7"/>
    <w:rsid w:val="004D36CB"/>
    <w:rsid w:val="00554666"/>
    <w:rsid w:val="00555310"/>
    <w:rsid w:val="005B3855"/>
    <w:rsid w:val="005D42F9"/>
    <w:rsid w:val="005E0EEF"/>
    <w:rsid w:val="005E63A2"/>
    <w:rsid w:val="00630F42"/>
    <w:rsid w:val="006826CB"/>
    <w:rsid w:val="00686153"/>
    <w:rsid w:val="006C4059"/>
    <w:rsid w:val="006C65B0"/>
    <w:rsid w:val="006D197F"/>
    <w:rsid w:val="006D7961"/>
    <w:rsid w:val="00703C17"/>
    <w:rsid w:val="00761291"/>
    <w:rsid w:val="0076321A"/>
    <w:rsid w:val="0077087B"/>
    <w:rsid w:val="00777C58"/>
    <w:rsid w:val="00780C76"/>
    <w:rsid w:val="007C4779"/>
    <w:rsid w:val="007C7CF8"/>
    <w:rsid w:val="007D52BE"/>
    <w:rsid w:val="008161A2"/>
    <w:rsid w:val="00824DE5"/>
    <w:rsid w:val="008253C0"/>
    <w:rsid w:val="00857CCD"/>
    <w:rsid w:val="008640DA"/>
    <w:rsid w:val="00870D55"/>
    <w:rsid w:val="00890863"/>
    <w:rsid w:val="008C740F"/>
    <w:rsid w:val="008D2921"/>
    <w:rsid w:val="00907556"/>
    <w:rsid w:val="009173DF"/>
    <w:rsid w:val="00934FB8"/>
    <w:rsid w:val="00957DBC"/>
    <w:rsid w:val="009E52E0"/>
    <w:rsid w:val="00A20E6D"/>
    <w:rsid w:val="00A36AA8"/>
    <w:rsid w:val="00A60BA9"/>
    <w:rsid w:val="00A70589"/>
    <w:rsid w:val="00A8215D"/>
    <w:rsid w:val="00B12732"/>
    <w:rsid w:val="00B16595"/>
    <w:rsid w:val="00B5493A"/>
    <w:rsid w:val="00B90B11"/>
    <w:rsid w:val="00BA130A"/>
    <w:rsid w:val="00BB5275"/>
    <w:rsid w:val="00BE27DD"/>
    <w:rsid w:val="00C13915"/>
    <w:rsid w:val="00C3206C"/>
    <w:rsid w:val="00C50DED"/>
    <w:rsid w:val="00C741F2"/>
    <w:rsid w:val="00CA70D1"/>
    <w:rsid w:val="00CB381F"/>
    <w:rsid w:val="00CD056B"/>
    <w:rsid w:val="00CE2B45"/>
    <w:rsid w:val="00CE3BEC"/>
    <w:rsid w:val="00CE4AE6"/>
    <w:rsid w:val="00D1208A"/>
    <w:rsid w:val="00D236CD"/>
    <w:rsid w:val="00D256D8"/>
    <w:rsid w:val="00D528FE"/>
    <w:rsid w:val="00D67CDB"/>
    <w:rsid w:val="00D7486B"/>
    <w:rsid w:val="00D7719D"/>
    <w:rsid w:val="00D80A5E"/>
    <w:rsid w:val="00DA3276"/>
    <w:rsid w:val="00DC0029"/>
    <w:rsid w:val="00E131C8"/>
    <w:rsid w:val="00E2790F"/>
    <w:rsid w:val="00E36458"/>
    <w:rsid w:val="00E52F44"/>
    <w:rsid w:val="00E6546F"/>
    <w:rsid w:val="00E962B4"/>
    <w:rsid w:val="00EB139D"/>
    <w:rsid w:val="00F15529"/>
    <w:rsid w:val="00F215D5"/>
    <w:rsid w:val="00F4750B"/>
    <w:rsid w:val="00F62984"/>
    <w:rsid w:val="00F639E8"/>
    <w:rsid w:val="00F7037F"/>
    <w:rsid w:val="00F7538B"/>
    <w:rsid w:val="00F97119"/>
    <w:rsid w:val="00FC3147"/>
    <w:rsid w:val="00FD21A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EA4EF9BD-430D-44E3-AFB2-A99460D6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76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2EE7"/>
    <w:pPr>
      <w:spacing w:line="320" w:lineRule="atLeast"/>
      <w:ind w:left="480" w:right="166" w:hanging="480"/>
    </w:pPr>
  </w:style>
  <w:style w:type="table" w:styleId="a4">
    <w:name w:val="Table Grid"/>
    <w:basedOn w:val="a1"/>
    <w:uiPriority w:val="59"/>
    <w:rsid w:val="00E5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39E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2984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62984"/>
    <w:rPr>
      <w:rFonts w:ascii="ＭＳ 明朝"/>
      <w:kern w:val="2"/>
      <w:sz w:val="24"/>
    </w:rPr>
  </w:style>
  <w:style w:type="paragraph" w:styleId="aa">
    <w:name w:val="List Paragraph"/>
    <w:basedOn w:val="a"/>
    <w:uiPriority w:val="34"/>
    <w:qFormat/>
    <w:rsid w:val="00102940"/>
    <w:pPr>
      <w:ind w:leftChars="400" w:left="840"/>
    </w:pPr>
  </w:style>
  <w:style w:type="paragraph" w:styleId="ab">
    <w:name w:val="Date"/>
    <w:basedOn w:val="a"/>
    <w:next w:val="a"/>
    <w:link w:val="ac"/>
    <w:rsid w:val="00703C17"/>
  </w:style>
  <w:style w:type="character" w:customStyle="1" w:styleId="ac">
    <w:name w:val="日付 (文字)"/>
    <w:basedOn w:val="a0"/>
    <w:link w:val="ab"/>
    <w:rsid w:val="00703C17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FBF63-E08D-4307-9A04-695D01E3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D99A3792.dotm</Template>
  <TotalTime>452</TotalTime>
  <Pages>2</Pages>
  <Words>174</Words>
  <Characters>997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第1号様式－①（病院長等 → 選管）</vt:lpstr>
    </vt:vector>
  </TitlesOfParts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2020-02-20T07:19:00Z</cp:lastPrinted>
  <dcterms:created xsi:type="dcterms:W3CDTF">2013-09-24T13:12:00Z</dcterms:created>
  <dcterms:modified xsi:type="dcterms:W3CDTF">2025-09-05T09:24:00Z</dcterms:modified>
</cp:coreProperties>
</file>